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FE4E44" w:rsidP="002E23C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větr</w:t>
            </w:r>
            <w:r w:rsidR="002E23CD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lam v1 hůrka v k. ú.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7458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7458D">
                      <w:rPr>
                        <w:b/>
                        <w:szCs w:val="20"/>
                      </w:rPr>
                      <w:t>6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3D6E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23CD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528D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4B4D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4E44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3F9C8307.dotm</Template>
  <TotalTime>32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35</cp:revision>
  <cp:lastPrinted>2021-05-24T06:24:00Z</cp:lastPrinted>
  <dcterms:created xsi:type="dcterms:W3CDTF">2019-09-19T08:40:00Z</dcterms:created>
  <dcterms:modified xsi:type="dcterms:W3CDTF">2025-12-16T10:55:00Z</dcterms:modified>
</cp:coreProperties>
</file>